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A3" w:rsidRDefault="004E75A3" w:rsidP="004478F8">
      <w:r>
        <w:t>11</w:t>
      </w:r>
      <w:bookmarkStart w:id="0" w:name="_GoBack"/>
      <w:bookmarkEnd w:id="0"/>
      <w:r>
        <w:t>F1</w:t>
      </w:r>
    </w:p>
    <w:p w:rsidR="004E75A3" w:rsidRDefault="004E75A3" w:rsidP="004478F8"/>
    <w:p w:rsidR="004E75A3" w:rsidRDefault="004E75A3" w:rsidP="004478F8">
      <w:r w:rsidRPr="005020E1">
        <w:rPr>
          <w:noProof/>
          <w:lang w:val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style="width:420pt;height:199.8pt;visibility:visible">
            <v:imagedata r:id="rId4" o:title=""/>
          </v:shape>
        </w:pict>
      </w:r>
    </w:p>
    <w:p w:rsidR="004E75A3" w:rsidRDefault="004E75A3" w:rsidP="004478F8"/>
    <w:p w:rsidR="004E75A3" w:rsidRDefault="004E75A3" w:rsidP="004478F8">
      <w:r>
        <w:t>es el mismo que el de 2014</w:t>
      </w:r>
    </w:p>
    <w:p w:rsidR="004E75A3" w:rsidRDefault="004E75A3" w:rsidP="004478F8"/>
    <w:p w:rsidR="004E75A3" w:rsidRDefault="004E75A3" w:rsidP="004478F8"/>
    <w:p w:rsidR="004E75A3" w:rsidRDefault="004E75A3" w:rsidP="004478F8">
      <w:r w:rsidRPr="00440F38">
        <w:rPr>
          <w:position w:val="-36"/>
        </w:rPr>
        <w:object w:dxaOrig="1060" w:dyaOrig="840">
          <v:shape id="_x0000_i1026" type="#_x0000_t75" style="width:52.8pt;height:42pt" o:ole="">
            <v:imagedata r:id="rId5" o:title=""/>
          </v:shape>
          <o:OLEObject Type="Embed" ProgID="Equation.3" ShapeID="_x0000_i1026" DrawAspect="Content" ObjectID="_1483640508" r:id="rId6"/>
        </w:object>
      </w:r>
      <w:r>
        <w:t xml:space="preserve">   construyo y esta taba y hallado este valor  </w:t>
      </w:r>
      <w:r w:rsidRPr="00917D26">
        <w:rPr>
          <w:position w:val="-24"/>
        </w:rPr>
        <w:object w:dxaOrig="980" w:dyaOrig="680">
          <v:shape id="_x0000_i1027" type="#_x0000_t75" style="width:49.2pt;height:34.2pt" o:ole="">
            <v:imagedata r:id="rId7" o:title=""/>
          </v:shape>
          <o:OLEObject Type="Embed" ProgID="Equation.3" ShapeID="_x0000_i1027" DrawAspect="Content" ObjectID="_1483640509" r:id="rId8"/>
        </w:object>
      </w:r>
    </w:p>
    <w:p w:rsidR="004E75A3" w:rsidRDefault="004E75A3" w:rsidP="004478F8"/>
    <w:p w:rsidR="004E75A3" w:rsidRDefault="004E75A3" w:rsidP="004478F8">
      <w:r>
        <w:t>no hago los números creo que se ve que es trivial.</w:t>
      </w:r>
    </w:p>
    <w:p w:rsidR="004E75A3" w:rsidRDefault="004E75A3" w:rsidP="004478F8"/>
    <w:p w:rsidR="004E75A3" w:rsidRDefault="004E75A3" w:rsidP="004478F8"/>
    <w:p w:rsidR="004E75A3" w:rsidRDefault="004E75A3" w:rsidP="004478F8"/>
    <w:p w:rsidR="004E75A3" w:rsidRDefault="004E75A3" w:rsidP="004478F8">
      <w:r w:rsidRPr="005020E1">
        <w:rPr>
          <w:noProof/>
          <w:lang w:val="es-ES"/>
        </w:rPr>
        <w:pict>
          <v:shape id="Imagen 6" o:spid="_x0000_i1028" type="#_x0000_t75" style="width:420pt;height:249.6pt;visibility:visible">
            <v:imagedata r:id="rId9" o:title=""/>
          </v:shape>
        </w:pict>
      </w:r>
    </w:p>
    <w:p w:rsidR="004E75A3" w:rsidRDefault="004E75A3" w:rsidP="004478F8"/>
    <w:p w:rsidR="004E75A3" w:rsidRDefault="004E75A3" w:rsidP="004478F8"/>
    <w:p w:rsidR="004E75A3" w:rsidRDefault="004E75A3" w:rsidP="004478F8">
      <w:r>
        <w:t xml:space="preserve">para N=1 se debe cumplir </w:t>
      </w:r>
      <w:r w:rsidRPr="005020E1">
        <w:rPr>
          <w:noProof/>
          <w:lang w:val="es-ES"/>
        </w:rPr>
        <w:pict>
          <v:shape id="Imagen 7" o:spid="_x0000_i1029" type="#_x0000_t75" style="width:196.8pt;height:47.4pt;visibility:visible">
            <v:imagedata r:id="rId10" o:title=""/>
          </v:shape>
        </w:pict>
      </w:r>
    </w:p>
    <w:p w:rsidR="004E75A3" w:rsidRDefault="004E75A3" w:rsidP="004478F8"/>
    <w:p w:rsidR="004E75A3" w:rsidRDefault="004E75A3" w:rsidP="004478F8">
      <w:r>
        <w:t>y la forma de la grafica ser similar a :</w:t>
      </w:r>
    </w:p>
    <w:p w:rsidR="004E75A3" w:rsidRDefault="004E75A3" w:rsidP="004478F8"/>
    <w:p w:rsidR="004E75A3" w:rsidRPr="004478F8" w:rsidRDefault="004E75A3" w:rsidP="004478F8">
      <w:r w:rsidRPr="005020E1">
        <w:rPr>
          <w:noProof/>
          <w:lang w:val="es-ES"/>
        </w:rPr>
        <w:pict>
          <v:shape id="Imagen 8" o:spid="_x0000_i1030" type="#_x0000_t75" style="width:307.2pt;height:160.8pt;visibility:visible">
            <v:imagedata r:id="rId11" o:title=""/>
          </v:shape>
        </w:pict>
      </w:r>
    </w:p>
    <w:sectPr w:rsidR="004E75A3" w:rsidRPr="004478F8" w:rsidSect="00337A7A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8F8"/>
    <w:rsid w:val="002B6A50"/>
    <w:rsid w:val="00337A7A"/>
    <w:rsid w:val="00440F38"/>
    <w:rsid w:val="004478F8"/>
    <w:rsid w:val="004E75A3"/>
    <w:rsid w:val="005020E1"/>
    <w:rsid w:val="00917D26"/>
    <w:rsid w:val="009E2F70"/>
    <w:rsid w:val="00C97AB0"/>
    <w:rsid w:val="00DD6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16D"/>
    <w:rPr>
      <w:sz w:val="24"/>
      <w:szCs w:val="24"/>
      <w:lang w:val="es-ES_tradn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478F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78F8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6.png"/><Relationship Id="rId5" Type="http://schemas.openxmlformats.org/officeDocument/2006/relationships/image" Target="media/image2.emf"/><Relationship Id="rId10" Type="http://schemas.openxmlformats.org/officeDocument/2006/relationships/image" Target="media/image5.emf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39</Words>
  <Characters>218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Llano</dc:creator>
  <cp:keywords/>
  <dc:description/>
  <cp:lastModifiedBy>Eduardo</cp:lastModifiedBy>
  <cp:revision>2</cp:revision>
  <dcterms:created xsi:type="dcterms:W3CDTF">2015-01-24T17:49:00Z</dcterms:created>
  <dcterms:modified xsi:type="dcterms:W3CDTF">2015-01-24T20:35:00Z</dcterms:modified>
</cp:coreProperties>
</file>